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44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51FA7" w14:textId="77777777" w:rsidTr="00146EEC">
        <w:tc>
          <w:tcPr>
            <w:tcW w:w="2689" w:type="dxa"/>
          </w:tcPr>
          <w:p w14:paraId="6D39BBD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79E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B2C3F0A" w14:textId="77777777" w:rsidTr="00146EEC">
        <w:tc>
          <w:tcPr>
            <w:tcW w:w="2689" w:type="dxa"/>
          </w:tcPr>
          <w:p w14:paraId="798C06A8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BE855B2" w14:textId="5D8D9FB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B191B">
              <w:t>4</w:t>
            </w:r>
            <w:r w:rsidRPr="007C778A">
              <w:t>.0.</w:t>
            </w:r>
          </w:p>
        </w:tc>
      </w:tr>
    </w:tbl>
    <w:p w14:paraId="1B7B5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203E8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5D3B159" w14:textId="3175E04A" w:rsidR="00F1480E" w:rsidRPr="000754EC" w:rsidRDefault="00EB27E5" w:rsidP="007C479A">
            <w:pPr>
              <w:pStyle w:val="SIUNITCODE"/>
            </w:pPr>
            <w:r>
              <w:t>AHCBUS</w:t>
            </w:r>
            <w:r w:rsidR="00BD1566">
              <w:t>51</w:t>
            </w:r>
            <w:r w:rsidR="00506C7D">
              <w:t>1</w:t>
            </w:r>
          </w:p>
        </w:tc>
        <w:tc>
          <w:tcPr>
            <w:tcW w:w="3604" w:type="pct"/>
            <w:shd w:val="clear" w:color="auto" w:fill="auto"/>
          </w:tcPr>
          <w:p w14:paraId="05479B5F" w14:textId="16A49E5A" w:rsidR="00F1480E" w:rsidRPr="000754EC" w:rsidRDefault="00A3322B" w:rsidP="000754EC">
            <w:pPr>
              <w:pStyle w:val="SIUnittitle"/>
            </w:pPr>
            <w:r w:rsidRPr="00A3322B">
              <w:t>Manage enterprise staff requirements</w:t>
            </w:r>
          </w:p>
        </w:tc>
      </w:tr>
      <w:tr w:rsidR="00F1480E" w:rsidRPr="00963A46" w14:paraId="29B24BD9" w14:textId="77777777" w:rsidTr="00CA2922">
        <w:tc>
          <w:tcPr>
            <w:tcW w:w="1396" w:type="pct"/>
            <w:shd w:val="clear" w:color="auto" w:fill="auto"/>
          </w:tcPr>
          <w:p w14:paraId="1B0C025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C34F2D" w14:textId="77777777" w:rsidR="00FD557D" w:rsidRPr="00923720" w:rsidRDefault="00FD557D" w:rsidP="0031489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DC13D52" w14:textId="445BABD3" w:rsidR="00506C7D" w:rsidRDefault="00506C7D" w:rsidP="00506C7D">
            <w:pPr>
              <w:pStyle w:val="SIText"/>
            </w:pPr>
            <w:r w:rsidRPr="00EA7D6C">
              <w:t>This unit of competency describes the skills and knowledge required to manage staff</w:t>
            </w:r>
            <w:r w:rsidR="005B191B">
              <w:t xml:space="preserve"> who work in both operational and strategic roles.</w:t>
            </w:r>
          </w:p>
          <w:p w14:paraId="46025526" w14:textId="77777777" w:rsidR="005B191B" w:rsidRPr="00506C7D" w:rsidRDefault="005B191B" w:rsidP="00506C7D">
            <w:pPr>
              <w:pStyle w:val="SIText"/>
            </w:pPr>
          </w:p>
          <w:p w14:paraId="136E8927" w14:textId="44BFE2A7" w:rsidR="005B191B" w:rsidRPr="005B191B" w:rsidRDefault="005B191B" w:rsidP="005B191B">
            <w:pPr>
              <w:pStyle w:val="SIText"/>
            </w:pPr>
            <w:r w:rsidRPr="005B191B">
              <w:t>This unit applies to individuals who take personal responsibility and exercise autonomy in undertaking complex work. They must analyse information and exercise judgement to complete a range of advanced skilled activities</w:t>
            </w:r>
            <w:r w:rsidR="008C5B34">
              <w:t xml:space="preserve"> when managing </w:t>
            </w:r>
            <w:r w:rsidR="008C5B34" w:rsidRPr="008C5B34">
              <w:t>all staffing requirements</w:t>
            </w:r>
            <w:r w:rsidRPr="005B191B">
              <w:t>.</w:t>
            </w:r>
          </w:p>
          <w:p w14:paraId="795A7A08" w14:textId="77777777" w:rsidR="00506C7D" w:rsidRPr="00EA7D6C" w:rsidRDefault="00506C7D" w:rsidP="00506C7D">
            <w:pPr>
              <w:pStyle w:val="SIText"/>
            </w:pPr>
          </w:p>
          <w:p w14:paraId="1F087FDE" w14:textId="77777777" w:rsidR="00506C7D" w:rsidRPr="00506C7D" w:rsidRDefault="00506C7D" w:rsidP="00506C7D">
            <w:pPr>
              <w:pStyle w:val="SIText"/>
            </w:pPr>
            <w:r w:rsidRPr="00EA7D6C">
              <w:t xml:space="preserve">All work must be </w:t>
            </w:r>
            <w:r w:rsidRPr="00506C7D">
              <w:t>carried out to comply with organisational requirements, work health and safety legislation and codes and in consultation with the management team.</w:t>
            </w:r>
          </w:p>
          <w:p w14:paraId="241E1DF9" w14:textId="77777777" w:rsidR="00506C7D" w:rsidRPr="00EA7D6C" w:rsidRDefault="00506C7D" w:rsidP="00506C7D">
            <w:pPr>
              <w:pStyle w:val="SIText"/>
            </w:pPr>
          </w:p>
          <w:p w14:paraId="68A8AAEE" w14:textId="54D4B6BC" w:rsidR="00373436" w:rsidRPr="000754EC" w:rsidRDefault="00506C7D" w:rsidP="00506C7D">
            <w:pPr>
              <w:pStyle w:val="SIText"/>
            </w:pPr>
            <w:r w:rsidRPr="00EA7D6C">
              <w:t>No licensing, legislative or certification requirements apply to this unit at the time of publication.</w:t>
            </w:r>
          </w:p>
        </w:tc>
      </w:tr>
      <w:tr w:rsidR="00F1480E" w:rsidRPr="00963A46" w14:paraId="6F1AF21B" w14:textId="77777777" w:rsidTr="00CA2922">
        <w:tc>
          <w:tcPr>
            <w:tcW w:w="1396" w:type="pct"/>
            <w:shd w:val="clear" w:color="auto" w:fill="auto"/>
          </w:tcPr>
          <w:p w14:paraId="381480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82343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5DE125" w14:textId="77777777" w:rsidTr="00CA2922">
        <w:tc>
          <w:tcPr>
            <w:tcW w:w="1396" w:type="pct"/>
            <w:shd w:val="clear" w:color="auto" w:fill="auto"/>
          </w:tcPr>
          <w:p w14:paraId="77C6E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ECED71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592FA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40C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AC19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6DA3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BC4FE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22E8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2BD5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6C7D" w:rsidRPr="00963A46" w14:paraId="309959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513AFD" w14:textId="4AE660F6" w:rsidR="00506C7D" w:rsidRPr="00506C7D" w:rsidRDefault="00506C7D" w:rsidP="00506C7D">
            <w:pPr>
              <w:pStyle w:val="SIText"/>
            </w:pPr>
            <w:r>
              <w:t>1.</w:t>
            </w:r>
            <w:r w:rsidR="005B191B">
              <w:t xml:space="preserve"> </w:t>
            </w:r>
            <w:r w:rsidRPr="00506C7D">
              <w:t xml:space="preserve">Determine employment requirements </w:t>
            </w:r>
          </w:p>
        </w:tc>
        <w:tc>
          <w:tcPr>
            <w:tcW w:w="3604" w:type="pct"/>
            <w:shd w:val="clear" w:color="auto" w:fill="auto"/>
          </w:tcPr>
          <w:p w14:paraId="7050C410" w14:textId="7D6B9095" w:rsidR="00506C7D" w:rsidRPr="00506C7D" w:rsidRDefault="00506C7D" w:rsidP="00506C7D">
            <w:pPr>
              <w:pStyle w:val="SIText"/>
            </w:pPr>
            <w:r>
              <w:t xml:space="preserve">1.1 </w:t>
            </w:r>
            <w:r w:rsidRPr="00EA7D6C">
              <w:t xml:space="preserve">Identify tasks and conditions under which </w:t>
            </w:r>
            <w:r w:rsidR="005B191B">
              <w:t xml:space="preserve">work </w:t>
            </w:r>
            <w:r w:rsidRPr="00EA7D6C">
              <w:t>performance occurs</w:t>
            </w:r>
          </w:p>
          <w:p w14:paraId="657E96F1" w14:textId="48B4150F" w:rsidR="00506C7D" w:rsidRPr="00506C7D" w:rsidRDefault="00506C7D" w:rsidP="00506C7D">
            <w:pPr>
              <w:pStyle w:val="SIText"/>
            </w:pPr>
            <w:r w:rsidRPr="00EA7D6C">
              <w:t>1.2</w:t>
            </w:r>
            <w:r>
              <w:t xml:space="preserve"> </w:t>
            </w:r>
            <w:r w:rsidRPr="00EA7D6C">
              <w:t>Identify industrial relations requirements to ensure adherence to relevant award conditions</w:t>
            </w:r>
          </w:p>
          <w:p w14:paraId="44718294" w14:textId="77777777" w:rsidR="00506C7D" w:rsidRPr="00506C7D" w:rsidRDefault="00506C7D" w:rsidP="00506C7D">
            <w:pPr>
              <w:pStyle w:val="SIText"/>
            </w:pPr>
            <w:r w:rsidRPr="00EA7D6C">
              <w:t>1.3</w:t>
            </w:r>
            <w:r>
              <w:t xml:space="preserve"> </w:t>
            </w:r>
            <w:r w:rsidRPr="00EA7D6C">
              <w:t xml:space="preserve">Determine most appropriate employment arrangements </w:t>
            </w:r>
            <w:r w:rsidRPr="00506C7D">
              <w:t>based on employer and employee needs, responsibilities and rights</w:t>
            </w:r>
          </w:p>
          <w:p w14:paraId="51AB383D" w14:textId="3F98BE43" w:rsidR="00506C7D" w:rsidRPr="00506C7D" w:rsidRDefault="00506C7D" w:rsidP="00506C7D">
            <w:pPr>
              <w:pStyle w:val="SIText"/>
            </w:pPr>
            <w:r w:rsidRPr="00EA7D6C">
              <w:t>1.4</w:t>
            </w:r>
            <w:r>
              <w:t xml:space="preserve"> </w:t>
            </w:r>
            <w:r w:rsidRPr="00EA7D6C">
              <w:t>Negotiate enterprise agreements and contracts of employment</w:t>
            </w:r>
          </w:p>
        </w:tc>
      </w:tr>
      <w:tr w:rsidR="00506C7D" w:rsidRPr="00963A46" w14:paraId="11855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FDCA3E" w14:textId="032298DC" w:rsidR="00506C7D" w:rsidRPr="00506C7D" w:rsidRDefault="00506C7D" w:rsidP="00506C7D">
            <w:pPr>
              <w:pStyle w:val="SIText"/>
            </w:pPr>
            <w:r>
              <w:t>2.</w:t>
            </w:r>
            <w:r w:rsidR="005B191B">
              <w:t xml:space="preserve"> </w:t>
            </w:r>
            <w:r w:rsidRPr="00506C7D">
              <w:t>Manage workforce performance</w:t>
            </w:r>
          </w:p>
        </w:tc>
        <w:tc>
          <w:tcPr>
            <w:tcW w:w="3604" w:type="pct"/>
            <w:shd w:val="clear" w:color="auto" w:fill="auto"/>
          </w:tcPr>
          <w:p w14:paraId="74447247" w14:textId="77777777" w:rsidR="00506C7D" w:rsidRPr="00506C7D" w:rsidRDefault="00506C7D" w:rsidP="00506C7D">
            <w:pPr>
              <w:pStyle w:val="SIText"/>
            </w:pPr>
            <w:r w:rsidRPr="00EA7D6C">
              <w:t>2.1</w:t>
            </w:r>
            <w:r>
              <w:t xml:space="preserve"> </w:t>
            </w:r>
            <w:r w:rsidRPr="00EA7D6C">
              <w:t>Develop induction programs for each employee consistent with legislative requirements</w:t>
            </w:r>
          </w:p>
          <w:p w14:paraId="00E1121F" w14:textId="77777777" w:rsidR="00506C7D" w:rsidRPr="00506C7D" w:rsidRDefault="00506C7D" w:rsidP="00506C7D">
            <w:pPr>
              <w:pStyle w:val="SIText"/>
            </w:pPr>
            <w:r w:rsidRPr="00EA7D6C">
              <w:t>2.2</w:t>
            </w:r>
            <w:r>
              <w:t xml:space="preserve"> </w:t>
            </w:r>
            <w:r w:rsidRPr="00EA7D6C">
              <w:t>Clarify and establish terms of engagement for consultants and contractors</w:t>
            </w:r>
          </w:p>
          <w:p w14:paraId="5580DA58" w14:textId="77777777" w:rsidR="00506C7D" w:rsidRPr="00506C7D" w:rsidRDefault="00506C7D" w:rsidP="00506C7D">
            <w:pPr>
              <w:pStyle w:val="SIText"/>
            </w:pPr>
            <w:r w:rsidRPr="00EA7D6C">
              <w:t>2.3</w:t>
            </w:r>
            <w:r>
              <w:t xml:space="preserve"> </w:t>
            </w:r>
            <w:r w:rsidRPr="00EA7D6C">
              <w:t>Conduct induction programs for new internal and external appointees and establish appropriate records</w:t>
            </w:r>
          </w:p>
          <w:p w14:paraId="4B454CD1" w14:textId="77777777" w:rsidR="00506C7D" w:rsidRPr="00506C7D" w:rsidRDefault="00506C7D" w:rsidP="00506C7D">
            <w:pPr>
              <w:pStyle w:val="SIText"/>
            </w:pPr>
            <w:r w:rsidRPr="00EA7D6C">
              <w:t>2.4</w:t>
            </w:r>
            <w:r>
              <w:t xml:space="preserve"> </w:t>
            </w:r>
            <w:r w:rsidRPr="00EA7D6C">
              <w:t>Develop and implement strategies for communicating with workers</w:t>
            </w:r>
          </w:p>
          <w:p w14:paraId="3CA0D3FB" w14:textId="77777777" w:rsidR="00506C7D" w:rsidRPr="00506C7D" w:rsidRDefault="00506C7D" w:rsidP="00506C7D">
            <w:pPr>
              <w:pStyle w:val="SIText"/>
            </w:pPr>
            <w:r w:rsidRPr="00EA7D6C">
              <w:t>2.5</w:t>
            </w:r>
            <w:r>
              <w:t xml:space="preserve"> </w:t>
            </w:r>
            <w:r w:rsidRPr="00EA7D6C">
              <w:t>Develop and implement performance management strategies</w:t>
            </w:r>
          </w:p>
          <w:p w14:paraId="00F106CD" w14:textId="77777777" w:rsidR="00506C7D" w:rsidRPr="00506C7D" w:rsidRDefault="00506C7D" w:rsidP="00506C7D">
            <w:pPr>
              <w:pStyle w:val="SIText"/>
            </w:pPr>
            <w:r w:rsidRPr="00EA7D6C">
              <w:t>2.6</w:t>
            </w:r>
            <w:r>
              <w:t xml:space="preserve"> </w:t>
            </w:r>
            <w:r w:rsidRPr="00EA7D6C">
              <w:t>Develop and implement strategies to resolve disputes and conflicts</w:t>
            </w:r>
          </w:p>
          <w:p w14:paraId="399E85F1" w14:textId="77777777" w:rsidR="00506C7D" w:rsidRPr="00506C7D" w:rsidRDefault="00506C7D" w:rsidP="00506C7D">
            <w:pPr>
              <w:pStyle w:val="SIText"/>
            </w:pPr>
            <w:r w:rsidRPr="00EA7D6C">
              <w:t>2.7</w:t>
            </w:r>
            <w:r>
              <w:t xml:space="preserve"> </w:t>
            </w:r>
            <w:r w:rsidRPr="00EA7D6C">
              <w:t>Identify and follow processes for the termination of non-performing staff</w:t>
            </w:r>
          </w:p>
        </w:tc>
      </w:tr>
      <w:tr w:rsidR="00506C7D" w:rsidRPr="00963A46" w14:paraId="15AFA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06E53" w14:textId="614EDB14" w:rsidR="00506C7D" w:rsidRPr="00506C7D" w:rsidRDefault="00506C7D" w:rsidP="00506C7D">
            <w:pPr>
              <w:pStyle w:val="SIText"/>
            </w:pPr>
            <w:r>
              <w:t>3.</w:t>
            </w:r>
            <w:r w:rsidR="005B191B">
              <w:t xml:space="preserve"> </w:t>
            </w:r>
            <w:r w:rsidRPr="00506C7D">
              <w:t>Implement work health and safety priorities and procedures</w:t>
            </w:r>
          </w:p>
        </w:tc>
        <w:tc>
          <w:tcPr>
            <w:tcW w:w="3604" w:type="pct"/>
            <w:shd w:val="clear" w:color="auto" w:fill="auto"/>
          </w:tcPr>
          <w:p w14:paraId="7A5D15F8" w14:textId="1D17EAB7" w:rsidR="00506C7D" w:rsidRPr="00506C7D" w:rsidRDefault="00506C7D" w:rsidP="00506C7D">
            <w:pPr>
              <w:pStyle w:val="SIText"/>
            </w:pPr>
            <w:r w:rsidRPr="00EA7D6C">
              <w:t>3.</w:t>
            </w:r>
            <w:r w:rsidR="005124FE">
              <w:t xml:space="preserve">1 </w:t>
            </w:r>
            <w:r w:rsidRPr="00EA7D6C">
              <w:t>Communicate and enforce safe work practices</w:t>
            </w:r>
          </w:p>
          <w:p w14:paraId="6020CF31" w14:textId="03E75A2B" w:rsidR="00506C7D" w:rsidRPr="00506C7D" w:rsidRDefault="00506C7D" w:rsidP="00506C7D">
            <w:pPr>
              <w:pStyle w:val="SIText"/>
            </w:pPr>
            <w:r w:rsidRPr="00EA7D6C">
              <w:t>3.</w:t>
            </w:r>
            <w:r w:rsidR="005124FE">
              <w:t xml:space="preserve">2 </w:t>
            </w:r>
            <w:r w:rsidRPr="00EA7D6C">
              <w:t>Involve all members of staff in hazard identification and risk assessment</w:t>
            </w:r>
          </w:p>
          <w:p w14:paraId="65B96DA1" w14:textId="4F102F6E" w:rsidR="00506C7D" w:rsidRPr="00506C7D" w:rsidRDefault="00506C7D" w:rsidP="00506C7D">
            <w:pPr>
              <w:pStyle w:val="SIText"/>
            </w:pPr>
            <w:r w:rsidRPr="00EA7D6C">
              <w:t>3.</w:t>
            </w:r>
            <w:r w:rsidR="005124FE">
              <w:t xml:space="preserve">3 </w:t>
            </w:r>
            <w:r w:rsidRPr="00EA7D6C">
              <w:t xml:space="preserve">Induct new </w:t>
            </w:r>
            <w:r w:rsidRPr="00506C7D">
              <w:t>staff into the work health and safety system</w:t>
            </w:r>
          </w:p>
        </w:tc>
      </w:tr>
      <w:tr w:rsidR="00506C7D" w:rsidRPr="00963A46" w14:paraId="67A12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0F4886" w14:textId="29378016" w:rsidR="00506C7D" w:rsidRPr="00506C7D" w:rsidRDefault="00506C7D" w:rsidP="00506C7D">
            <w:pPr>
              <w:pStyle w:val="SIText"/>
            </w:pPr>
            <w:r>
              <w:t>4.</w:t>
            </w:r>
            <w:r w:rsidR="005B191B">
              <w:t xml:space="preserve"> </w:t>
            </w:r>
            <w:r w:rsidRPr="00506C7D">
              <w:t>Support workforce training programs</w:t>
            </w:r>
          </w:p>
        </w:tc>
        <w:tc>
          <w:tcPr>
            <w:tcW w:w="3604" w:type="pct"/>
            <w:shd w:val="clear" w:color="auto" w:fill="auto"/>
          </w:tcPr>
          <w:p w14:paraId="585DEB22" w14:textId="77777777" w:rsidR="00506C7D" w:rsidRPr="00506C7D" w:rsidRDefault="00506C7D" w:rsidP="00506C7D">
            <w:pPr>
              <w:pStyle w:val="SIText"/>
            </w:pPr>
            <w:r w:rsidRPr="00EA7D6C">
              <w:t>4.1</w:t>
            </w:r>
            <w:r>
              <w:t xml:space="preserve"> </w:t>
            </w:r>
            <w:r w:rsidRPr="00EA7D6C">
              <w:t>Develop strategies to identify and address skill and knowledge gaps</w:t>
            </w:r>
          </w:p>
          <w:p w14:paraId="261268DF" w14:textId="77777777" w:rsidR="00506C7D" w:rsidRPr="00506C7D" w:rsidRDefault="00506C7D" w:rsidP="00506C7D">
            <w:pPr>
              <w:pStyle w:val="SIText"/>
            </w:pPr>
            <w:r w:rsidRPr="00EA7D6C">
              <w:t>4.2</w:t>
            </w:r>
            <w:r>
              <w:t xml:space="preserve"> </w:t>
            </w:r>
            <w:r w:rsidRPr="00EA7D6C">
              <w:t>Provide on-job training to optimise worker performance and ensure safety and fairness in the workplace</w:t>
            </w:r>
          </w:p>
          <w:p w14:paraId="2B4DED9B" w14:textId="77777777" w:rsidR="00506C7D" w:rsidRPr="00506C7D" w:rsidRDefault="00506C7D" w:rsidP="00506C7D">
            <w:pPr>
              <w:pStyle w:val="SIText"/>
            </w:pPr>
            <w:r w:rsidRPr="00EA7D6C">
              <w:t>4.3</w:t>
            </w:r>
            <w:r>
              <w:t xml:space="preserve"> </w:t>
            </w:r>
            <w:r w:rsidRPr="00EA7D6C">
              <w:t>Identify off-job training requirements and source and support training</w:t>
            </w:r>
          </w:p>
        </w:tc>
      </w:tr>
      <w:tr w:rsidR="00506C7D" w:rsidRPr="00963A46" w14:paraId="6DA6F6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D19A2" w14:textId="51399319" w:rsidR="00506C7D" w:rsidRPr="00506C7D" w:rsidRDefault="00506C7D" w:rsidP="00506C7D">
            <w:pPr>
              <w:pStyle w:val="SIText"/>
            </w:pPr>
            <w:r>
              <w:t>5.</w:t>
            </w:r>
            <w:r w:rsidR="005B191B">
              <w:t xml:space="preserve"> </w:t>
            </w:r>
            <w:r w:rsidRPr="00506C7D">
              <w:t>Manage administrative support</w:t>
            </w:r>
          </w:p>
        </w:tc>
        <w:tc>
          <w:tcPr>
            <w:tcW w:w="3604" w:type="pct"/>
            <w:shd w:val="clear" w:color="auto" w:fill="auto"/>
          </w:tcPr>
          <w:p w14:paraId="191D274F" w14:textId="77777777" w:rsidR="00506C7D" w:rsidRPr="00506C7D" w:rsidRDefault="00506C7D" w:rsidP="00506C7D">
            <w:pPr>
              <w:pStyle w:val="SIText"/>
            </w:pPr>
            <w:r w:rsidRPr="00EA7D6C">
              <w:t>5.1</w:t>
            </w:r>
            <w:r>
              <w:t xml:space="preserve"> </w:t>
            </w:r>
            <w:r w:rsidRPr="00EA7D6C">
              <w:t>Implement procedures for the administration of staff records</w:t>
            </w:r>
          </w:p>
          <w:p w14:paraId="0E79B1CE" w14:textId="77777777" w:rsidR="00506C7D" w:rsidRPr="00506C7D" w:rsidRDefault="00506C7D" w:rsidP="00506C7D">
            <w:pPr>
              <w:pStyle w:val="SIText"/>
            </w:pPr>
            <w:r w:rsidRPr="00EA7D6C">
              <w:t>5.2</w:t>
            </w:r>
            <w:r>
              <w:t xml:space="preserve"> </w:t>
            </w:r>
            <w:r w:rsidRPr="00EA7D6C">
              <w:t>Implement administrative procedures to meet legislated requirements</w:t>
            </w:r>
          </w:p>
        </w:tc>
      </w:tr>
    </w:tbl>
    <w:p w14:paraId="39586920" w14:textId="77777777" w:rsidR="005F771F" w:rsidRDefault="005F771F" w:rsidP="005F771F">
      <w:pPr>
        <w:pStyle w:val="SIText"/>
      </w:pPr>
    </w:p>
    <w:p w14:paraId="0FC5D45C" w14:textId="77777777" w:rsidR="005F771F" w:rsidRPr="000754EC" w:rsidRDefault="005F771F" w:rsidP="000754EC">
      <w:r>
        <w:br w:type="page"/>
      </w:r>
    </w:p>
    <w:p w14:paraId="337077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3878F" w14:textId="77777777" w:rsidTr="00CA2922">
        <w:trPr>
          <w:tblHeader/>
        </w:trPr>
        <w:tc>
          <w:tcPr>
            <w:tcW w:w="5000" w:type="pct"/>
            <w:gridSpan w:val="2"/>
          </w:tcPr>
          <w:p w14:paraId="7CB1F8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A582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39AC05" w14:textId="77777777" w:rsidTr="00CA2922">
        <w:trPr>
          <w:tblHeader/>
        </w:trPr>
        <w:tc>
          <w:tcPr>
            <w:tcW w:w="1396" w:type="pct"/>
          </w:tcPr>
          <w:p w14:paraId="60C448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2A92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142F75" w14:textId="77777777" w:rsidTr="00CA2922">
        <w:tc>
          <w:tcPr>
            <w:tcW w:w="1396" w:type="pct"/>
          </w:tcPr>
          <w:p w14:paraId="1888FE95" w14:textId="7D632224" w:rsidR="00F1480E" w:rsidRPr="000754EC" w:rsidRDefault="006F1AD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9B4789" w14:textId="16F461D9" w:rsidR="00F1480E" w:rsidRPr="000754EC" w:rsidRDefault="006F1AD1" w:rsidP="00DD0726">
            <w:pPr>
              <w:pStyle w:val="SIBulletList1"/>
            </w:pPr>
            <w:r>
              <w:t xml:space="preserve">Effectively interact with employees and contractors across a range of </w:t>
            </w:r>
            <w:r w:rsidR="002025CE">
              <w:t>situations</w:t>
            </w:r>
          </w:p>
        </w:tc>
      </w:tr>
    </w:tbl>
    <w:p w14:paraId="7DAFA547" w14:textId="77777777" w:rsidR="00916CD7" w:rsidRDefault="00916CD7" w:rsidP="005F771F">
      <w:pPr>
        <w:pStyle w:val="SIText"/>
      </w:pPr>
    </w:p>
    <w:p w14:paraId="72C5D5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778B5E" w14:textId="77777777" w:rsidTr="00F33FF2">
        <w:tc>
          <w:tcPr>
            <w:tcW w:w="5000" w:type="pct"/>
            <w:gridSpan w:val="4"/>
          </w:tcPr>
          <w:p w14:paraId="2AA0A8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DD23C9" w14:textId="77777777" w:rsidTr="00F33FF2">
        <w:tc>
          <w:tcPr>
            <w:tcW w:w="1028" w:type="pct"/>
          </w:tcPr>
          <w:p w14:paraId="352A94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8B11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1FA1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8B378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6C7D" w14:paraId="646B0EB2" w14:textId="77777777" w:rsidTr="00F33FF2">
        <w:tc>
          <w:tcPr>
            <w:tcW w:w="1028" w:type="pct"/>
          </w:tcPr>
          <w:p w14:paraId="18B29A48" w14:textId="79B36514" w:rsidR="00506C7D" w:rsidRPr="00506C7D" w:rsidRDefault="00BD1566" w:rsidP="00732CD6">
            <w:pPr>
              <w:pStyle w:val="SIText"/>
            </w:pPr>
            <w:r>
              <w:t>AHCBUS51</w:t>
            </w:r>
            <w:r w:rsidR="00506C7D">
              <w:t>1</w:t>
            </w:r>
            <w:r w:rsidR="005B191B">
              <w:t xml:space="preserve"> </w:t>
            </w:r>
            <w:r w:rsidR="00A3322B" w:rsidRPr="00A3322B">
              <w:t>Manage enterprise staff requirements</w:t>
            </w:r>
          </w:p>
        </w:tc>
        <w:tc>
          <w:tcPr>
            <w:tcW w:w="1105" w:type="pct"/>
          </w:tcPr>
          <w:p w14:paraId="16D581D8" w14:textId="1BC97521" w:rsidR="00BD1566" w:rsidRPr="00506C7D" w:rsidRDefault="00506C7D" w:rsidP="00506C7D">
            <w:pPr>
              <w:pStyle w:val="SIText"/>
            </w:pPr>
            <w:r w:rsidRPr="00EA7D6C">
              <w:t>AHCBUS501</w:t>
            </w:r>
            <w:r w:rsidR="005B191B">
              <w:t xml:space="preserve"> </w:t>
            </w:r>
            <w:r w:rsidRPr="00EA7D6C">
              <w:t>Manage staff</w:t>
            </w:r>
          </w:p>
        </w:tc>
        <w:tc>
          <w:tcPr>
            <w:tcW w:w="1251" w:type="pct"/>
          </w:tcPr>
          <w:p w14:paraId="140593AD" w14:textId="775219FF" w:rsidR="0026208C" w:rsidRDefault="00AB790F" w:rsidP="00506C7D">
            <w:pPr>
              <w:pStyle w:val="SIText"/>
            </w:pPr>
            <w:r w:rsidRPr="00AB790F">
              <w:t>Title updated</w:t>
            </w:r>
            <w:r>
              <w:br/>
            </w:r>
            <w:r w:rsidR="005124FE">
              <w:t>Two performance criteria removed due to overlap with WHS units</w:t>
            </w:r>
          </w:p>
          <w:p w14:paraId="38CE358C" w14:textId="23BC4F23" w:rsidR="0026208C" w:rsidRDefault="006F1AD1" w:rsidP="00506C7D">
            <w:pPr>
              <w:pStyle w:val="SIText"/>
            </w:pPr>
            <w:r w:rsidRPr="006F1AD1">
              <w:t>Performance criteria clarified</w:t>
            </w:r>
          </w:p>
          <w:p w14:paraId="5BF29CB8" w14:textId="0A34C32A" w:rsidR="0026208C" w:rsidRDefault="006F1AD1" w:rsidP="00506C7D">
            <w:pPr>
              <w:pStyle w:val="SIText"/>
            </w:pPr>
            <w:r w:rsidRPr="006F1AD1">
              <w:t xml:space="preserve">Foundation skills added </w:t>
            </w:r>
          </w:p>
          <w:p w14:paraId="17E2EC1A" w14:textId="252FE6BF" w:rsidR="00506C7D" w:rsidRPr="000754EC" w:rsidRDefault="006F1AD1" w:rsidP="00506C7D">
            <w:pPr>
              <w:pStyle w:val="SIText"/>
            </w:pPr>
            <w:r w:rsidRPr="006F1AD1">
              <w:t>Assessment requirements updated</w:t>
            </w:r>
          </w:p>
        </w:tc>
        <w:tc>
          <w:tcPr>
            <w:tcW w:w="1616" w:type="pct"/>
          </w:tcPr>
          <w:p w14:paraId="7788507F" w14:textId="77777777" w:rsidR="00506C7D" w:rsidRPr="00506C7D" w:rsidRDefault="00506C7D" w:rsidP="00506C7D">
            <w:pPr>
              <w:pStyle w:val="SIText"/>
            </w:pPr>
            <w:r w:rsidRPr="000754EC">
              <w:t xml:space="preserve">Equivalent unit </w:t>
            </w:r>
          </w:p>
          <w:p w14:paraId="43851B09" w14:textId="77777777" w:rsidR="00506C7D" w:rsidRPr="00506C7D" w:rsidRDefault="00506C7D" w:rsidP="00506C7D">
            <w:pPr>
              <w:pStyle w:val="SIText"/>
            </w:pPr>
          </w:p>
        </w:tc>
      </w:tr>
    </w:tbl>
    <w:p w14:paraId="7A1FA8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9A816B" w14:textId="77777777" w:rsidTr="00CA2922">
        <w:tc>
          <w:tcPr>
            <w:tcW w:w="1396" w:type="pct"/>
            <w:shd w:val="clear" w:color="auto" w:fill="auto"/>
          </w:tcPr>
          <w:p w14:paraId="2B815E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12C84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663CB19" w14:textId="77777777" w:rsidR="00F1480E" w:rsidRDefault="00F1480E" w:rsidP="005F771F">
      <w:pPr>
        <w:pStyle w:val="SIText"/>
      </w:pPr>
    </w:p>
    <w:p w14:paraId="1D7367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723CA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4B300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7E32DE" w14:textId="55A77D01" w:rsidR="00556C4C" w:rsidRPr="000754EC" w:rsidRDefault="00556C4C" w:rsidP="00BD1566">
            <w:pPr>
              <w:pStyle w:val="SIUnittitle"/>
            </w:pPr>
            <w:r w:rsidRPr="00F56827">
              <w:t xml:space="preserve">Assessment requirements for </w:t>
            </w:r>
            <w:r w:rsidR="00506C7D">
              <w:t>AHCBUS5</w:t>
            </w:r>
            <w:r w:rsidR="00BD1566">
              <w:t>1</w:t>
            </w:r>
            <w:r w:rsidR="00506C7D">
              <w:t>1</w:t>
            </w:r>
            <w:r w:rsidR="00506C7D" w:rsidRPr="00506C7D">
              <w:t xml:space="preserve"> </w:t>
            </w:r>
            <w:r w:rsidR="00A3322B" w:rsidRPr="00A3322B">
              <w:t>Manage enterprise staff requirements</w:t>
            </w:r>
          </w:p>
        </w:tc>
      </w:tr>
      <w:tr w:rsidR="00556C4C" w:rsidRPr="00A55106" w14:paraId="23E1654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D89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C3C671" w14:textId="77777777" w:rsidTr="00113678">
        <w:tc>
          <w:tcPr>
            <w:tcW w:w="5000" w:type="pct"/>
            <w:gridSpan w:val="2"/>
            <w:shd w:val="clear" w:color="auto" w:fill="auto"/>
          </w:tcPr>
          <w:p w14:paraId="6EB37E96" w14:textId="3C331867" w:rsidR="005B191B" w:rsidRPr="00506C7D" w:rsidRDefault="005B191B" w:rsidP="00506C7D">
            <w:pPr>
              <w:pStyle w:val="SIText"/>
            </w:pPr>
            <w:r w:rsidRPr="005B191B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</w:t>
            </w:r>
            <w:r w:rsidR="00E90626">
              <w:t xml:space="preserve">enterprise staff requirements over a </w:t>
            </w:r>
            <w:r w:rsidR="000046D2">
              <w:t>production cycle</w:t>
            </w:r>
            <w:r w:rsidR="00E90626">
              <w:t xml:space="preserve"> of at least six months</w:t>
            </w:r>
            <w:r>
              <w:t>, including:</w:t>
            </w:r>
          </w:p>
          <w:p w14:paraId="14DFABC8" w14:textId="4D73EAD1" w:rsidR="00506C7D" w:rsidRPr="00506C7D" w:rsidRDefault="00506C7D" w:rsidP="00506C7D">
            <w:pPr>
              <w:pStyle w:val="SIBulletList1"/>
            </w:pPr>
            <w:r w:rsidRPr="002222BB">
              <w:t>prepar</w:t>
            </w:r>
            <w:r w:rsidR="005B191B">
              <w:t>ed</w:t>
            </w:r>
            <w:r w:rsidRPr="002222BB">
              <w:t xml:space="preserve"> </w:t>
            </w:r>
            <w:r w:rsidR="005B191B">
              <w:t>job/</w:t>
            </w:r>
            <w:r w:rsidRPr="002222BB">
              <w:t>task descriptions</w:t>
            </w:r>
          </w:p>
          <w:p w14:paraId="63CDCEF4" w14:textId="73044357" w:rsidR="00506C7D" w:rsidRPr="00506C7D" w:rsidRDefault="00506C7D" w:rsidP="00506C7D">
            <w:pPr>
              <w:pStyle w:val="SIBulletList1"/>
            </w:pPr>
            <w:r w:rsidRPr="002222BB">
              <w:t>arrang</w:t>
            </w:r>
            <w:r w:rsidR="005B191B">
              <w:t>ed</w:t>
            </w:r>
            <w:r w:rsidRPr="002222BB">
              <w:t xml:space="preserve"> employment of workforce members</w:t>
            </w:r>
          </w:p>
          <w:p w14:paraId="796B03EC" w14:textId="77777777" w:rsidR="005B191B" w:rsidRPr="005B191B" w:rsidRDefault="005B191B" w:rsidP="005B191B">
            <w:pPr>
              <w:pStyle w:val="SIBulletList1"/>
            </w:pPr>
            <w:r w:rsidRPr="005B191B">
              <w:t>developed and implemented strategies to manage workforce performance</w:t>
            </w:r>
          </w:p>
          <w:p w14:paraId="6989426D" w14:textId="4CCC06AD" w:rsidR="00506C7D" w:rsidRPr="00506C7D" w:rsidRDefault="00506C7D" w:rsidP="00506C7D">
            <w:pPr>
              <w:pStyle w:val="SIBulletList1"/>
            </w:pPr>
            <w:r w:rsidRPr="002222BB">
              <w:t>implement</w:t>
            </w:r>
            <w:r w:rsidR="005B191B">
              <w:t>ed</w:t>
            </w:r>
            <w:r w:rsidRPr="002222BB">
              <w:t xml:space="preserve"> work health and safety </w:t>
            </w:r>
            <w:r w:rsidRPr="00506C7D">
              <w:t>policies, procedures and priorities</w:t>
            </w:r>
          </w:p>
          <w:p w14:paraId="51C63CFE" w14:textId="1EAD67B8" w:rsidR="00506C7D" w:rsidRPr="00506C7D" w:rsidRDefault="00506C7D" w:rsidP="00506C7D">
            <w:pPr>
              <w:pStyle w:val="SIBulletList1"/>
            </w:pPr>
            <w:r w:rsidRPr="002222BB">
              <w:t>review</w:t>
            </w:r>
            <w:r w:rsidR="005B191B">
              <w:t>ed</w:t>
            </w:r>
            <w:r w:rsidRPr="002222BB">
              <w:t xml:space="preserve"> labour productivity</w:t>
            </w:r>
          </w:p>
          <w:p w14:paraId="3D1EBD9B" w14:textId="7D70B25D" w:rsidR="00506C7D" w:rsidRPr="00506C7D" w:rsidRDefault="00506C7D" w:rsidP="00506C7D">
            <w:pPr>
              <w:pStyle w:val="SIBulletList1"/>
            </w:pPr>
            <w:r w:rsidRPr="002222BB">
              <w:t>manage</w:t>
            </w:r>
            <w:r w:rsidR="005B191B">
              <w:t>d</w:t>
            </w:r>
            <w:r w:rsidRPr="002222BB">
              <w:t xml:space="preserve"> the performance of staff</w:t>
            </w:r>
          </w:p>
          <w:p w14:paraId="5F5CBB46" w14:textId="74411AB9" w:rsidR="00506C7D" w:rsidRPr="00506C7D" w:rsidRDefault="00506C7D" w:rsidP="00506C7D">
            <w:pPr>
              <w:pStyle w:val="SIBulletList1"/>
            </w:pPr>
            <w:r w:rsidRPr="002222BB">
              <w:t>implement</w:t>
            </w:r>
            <w:r w:rsidR="005B191B">
              <w:t>ed</w:t>
            </w:r>
            <w:r w:rsidRPr="002222BB">
              <w:t xml:space="preserve"> procedures for the administration of staff records</w:t>
            </w:r>
          </w:p>
          <w:p w14:paraId="03894FB7" w14:textId="00AB250B" w:rsidR="00556C4C" w:rsidRPr="000754EC" w:rsidRDefault="00506C7D" w:rsidP="00506C7D">
            <w:pPr>
              <w:pStyle w:val="SIBulletList1"/>
            </w:pPr>
            <w:r w:rsidRPr="002222BB">
              <w:t>manage</w:t>
            </w:r>
            <w:r w:rsidR="005B191B">
              <w:t>d</w:t>
            </w:r>
            <w:r w:rsidRPr="002222BB">
              <w:t xml:space="preserve"> industrial relations.</w:t>
            </w:r>
          </w:p>
        </w:tc>
      </w:tr>
    </w:tbl>
    <w:p w14:paraId="02A0C8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F670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2FFC7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7618A3" w14:textId="77777777" w:rsidTr="00CA2922">
        <w:tc>
          <w:tcPr>
            <w:tcW w:w="5000" w:type="pct"/>
            <w:shd w:val="clear" w:color="auto" w:fill="auto"/>
          </w:tcPr>
          <w:p w14:paraId="78065094" w14:textId="77777777" w:rsidR="005B191B" w:rsidRPr="005B191B" w:rsidRDefault="005B191B" w:rsidP="005B191B">
            <w:pPr>
              <w:pStyle w:val="SIText"/>
            </w:pPr>
            <w:r w:rsidRPr="005B191B">
              <w:t>An individual must be able to demonstrate the knowledge required to perform the tasks outlined in the elements and performance criteria of this unit. This includes knowledge of:</w:t>
            </w:r>
          </w:p>
          <w:p w14:paraId="22D500BF" w14:textId="6AEF2265" w:rsidR="00506C7D" w:rsidRPr="00506C7D" w:rsidRDefault="008C5B34" w:rsidP="00506C7D">
            <w:pPr>
              <w:pStyle w:val="SIBulletList1"/>
            </w:pPr>
            <w:r>
              <w:t xml:space="preserve">purpose and principles of </w:t>
            </w:r>
            <w:r w:rsidR="005B191B">
              <w:t>job/</w:t>
            </w:r>
            <w:r w:rsidR="00506C7D" w:rsidRPr="002222BB">
              <w:t xml:space="preserve">task descriptions </w:t>
            </w:r>
          </w:p>
          <w:p w14:paraId="608A54CF" w14:textId="77777777" w:rsidR="00506C7D" w:rsidRPr="00506C7D" w:rsidRDefault="00506C7D" w:rsidP="00506C7D">
            <w:pPr>
              <w:pStyle w:val="SIBulletList1"/>
            </w:pPr>
            <w:r w:rsidRPr="002222BB">
              <w:t>equal opportunity and equal employment opportunity legislation</w:t>
            </w:r>
          </w:p>
          <w:p w14:paraId="35E47698" w14:textId="77777777" w:rsidR="00506C7D" w:rsidRPr="00506C7D" w:rsidRDefault="00506C7D" w:rsidP="00506C7D">
            <w:pPr>
              <w:pStyle w:val="SIBulletList1"/>
            </w:pPr>
            <w:r w:rsidRPr="002222BB">
              <w:t>work health and safety legislation</w:t>
            </w:r>
          </w:p>
          <w:p w14:paraId="18A6868E" w14:textId="776F3A90" w:rsidR="00506C7D" w:rsidRPr="00506C7D" w:rsidRDefault="00506C7D" w:rsidP="00506C7D">
            <w:pPr>
              <w:pStyle w:val="SIBulletList1"/>
            </w:pPr>
            <w:r w:rsidRPr="002222BB">
              <w:t>industrial awards</w:t>
            </w:r>
            <w:r w:rsidR="005B191B">
              <w:t xml:space="preserve"> relevant to enterprise activity</w:t>
            </w:r>
          </w:p>
          <w:p w14:paraId="4784A730" w14:textId="77777777" w:rsidR="00506C7D" w:rsidRPr="00506C7D" w:rsidRDefault="00506C7D" w:rsidP="00506C7D">
            <w:pPr>
              <w:pStyle w:val="SIBulletList1"/>
            </w:pPr>
            <w:r w:rsidRPr="002222BB">
              <w:t>performance management approaches</w:t>
            </w:r>
          </w:p>
          <w:p w14:paraId="470EBFB8" w14:textId="77777777" w:rsidR="00506C7D" w:rsidRPr="00506C7D" w:rsidRDefault="00506C7D" w:rsidP="00506C7D">
            <w:pPr>
              <w:pStyle w:val="SIBulletList1"/>
            </w:pPr>
            <w:r w:rsidRPr="002222BB">
              <w:t>personnel management strategies</w:t>
            </w:r>
          </w:p>
          <w:p w14:paraId="1BDDC32C" w14:textId="1A2F51D1" w:rsidR="00506C7D" w:rsidRPr="00506C7D" w:rsidRDefault="00506C7D" w:rsidP="00506C7D">
            <w:pPr>
              <w:pStyle w:val="SIBulletList1"/>
            </w:pPr>
            <w:r w:rsidRPr="002222BB">
              <w:t>employee induction programs</w:t>
            </w:r>
            <w:r w:rsidR="005B191B">
              <w:t xml:space="preserve"> </w:t>
            </w:r>
          </w:p>
          <w:p w14:paraId="259533D8" w14:textId="1DAF26A5" w:rsidR="00506C7D" w:rsidRPr="00506C7D" w:rsidRDefault="008C5B34" w:rsidP="00506C7D">
            <w:pPr>
              <w:pStyle w:val="SIBulletList1"/>
            </w:pPr>
            <w:r>
              <w:t xml:space="preserve">requirements for developing </w:t>
            </w:r>
            <w:r w:rsidR="00506C7D" w:rsidRPr="002222BB">
              <w:t>contracts of employment</w:t>
            </w:r>
          </w:p>
          <w:p w14:paraId="67F2BC89" w14:textId="77777777" w:rsidR="00506C7D" w:rsidRPr="00506C7D" w:rsidRDefault="00506C7D" w:rsidP="00506C7D">
            <w:pPr>
              <w:pStyle w:val="SIBulletList1"/>
            </w:pPr>
            <w:r w:rsidRPr="002222BB">
              <w:t>unfair dismissal legislation</w:t>
            </w:r>
          </w:p>
          <w:p w14:paraId="016DC6F3" w14:textId="77777777" w:rsidR="00F1480E" w:rsidRPr="000754EC" w:rsidRDefault="00506C7D" w:rsidP="00506C7D">
            <w:pPr>
              <w:pStyle w:val="SIBulletList1"/>
            </w:pPr>
            <w:r w:rsidRPr="002222BB">
              <w:t>interviewing procedures.</w:t>
            </w:r>
          </w:p>
        </w:tc>
      </w:tr>
    </w:tbl>
    <w:p w14:paraId="2C9C26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BDCD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7F75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64C202" w14:textId="77777777" w:rsidTr="00CA2922">
        <w:tc>
          <w:tcPr>
            <w:tcW w:w="5000" w:type="pct"/>
            <w:shd w:val="clear" w:color="auto" w:fill="auto"/>
          </w:tcPr>
          <w:p w14:paraId="2D968864" w14:textId="6950D558" w:rsidR="005B191B" w:rsidRPr="005B191B" w:rsidRDefault="005B191B" w:rsidP="005B191B">
            <w:pPr>
              <w:pStyle w:val="SIText"/>
              <w:rPr>
                <w:rStyle w:val="SITemporaryText"/>
              </w:rPr>
            </w:pPr>
            <w:r w:rsidRPr="005B191B">
              <w:t xml:space="preserve">Assessment of skills must take place under the following conditions: </w:t>
            </w:r>
          </w:p>
          <w:p w14:paraId="02FB2632" w14:textId="77777777" w:rsidR="005B191B" w:rsidRPr="005B191B" w:rsidRDefault="005B191B" w:rsidP="005B191B">
            <w:pPr>
              <w:pStyle w:val="SIBulletList1"/>
            </w:pPr>
            <w:r w:rsidRPr="005B191B">
              <w:t>physical conditions:</w:t>
            </w:r>
          </w:p>
          <w:p w14:paraId="77F4F2AD" w14:textId="4B9530FB" w:rsidR="005B191B" w:rsidRPr="005B191B" w:rsidRDefault="005B191B" w:rsidP="005B191B">
            <w:pPr>
              <w:pStyle w:val="SIBulletList2"/>
              <w:rPr>
                <w:rFonts w:eastAsia="Calibri"/>
              </w:rPr>
            </w:pPr>
            <w:r w:rsidRPr="005B191B">
              <w:t xml:space="preserve">skills must be demonstrated in </w:t>
            </w:r>
            <w:r w:rsidR="00663418">
              <w:t xml:space="preserve">a workplace setting or </w:t>
            </w:r>
            <w:bookmarkStart w:id="0" w:name="_GoBack"/>
            <w:bookmarkEnd w:id="0"/>
            <w:r w:rsidRPr="005B191B">
              <w:t>an environment that accurately represents workplace conditions</w:t>
            </w:r>
          </w:p>
          <w:p w14:paraId="0B0EBEA1" w14:textId="713C4FE7" w:rsidR="005B191B" w:rsidRPr="006F1AD1" w:rsidRDefault="006F1AD1">
            <w:pPr>
              <w:pStyle w:val="SIBulletList1"/>
            </w:pPr>
            <w:r w:rsidRPr="006F1AD1">
              <w:t>specifications:</w:t>
            </w:r>
          </w:p>
          <w:p w14:paraId="31D257F1" w14:textId="7737FA08" w:rsidR="006F1AD1" w:rsidRPr="006F1AD1" w:rsidRDefault="006F1AD1" w:rsidP="00314890">
            <w:pPr>
              <w:pStyle w:val="SIBulletList2"/>
            </w:pPr>
            <w:r w:rsidRPr="006F1AD1">
              <w:t>access to legislation, regulations and guidelines for employment</w:t>
            </w:r>
          </w:p>
          <w:p w14:paraId="55314B19" w14:textId="39B3E19D" w:rsidR="006F1AD1" w:rsidRPr="00AB790F" w:rsidRDefault="008C5B34" w:rsidP="00AB790F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B790F">
              <w:rPr>
                <w:rStyle w:val="SITemporaryText"/>
                <w:rFonts w:eastAsia="Calibri"/>
                <w:color w:val="auto"/>
                <w:sz w:val="20"/>
              </w:rPr>
              <w:t>relationships</w:t>
            </w:r>
            <w:r w:rsidR="006F1AD1" w:rsidRPr="00AB790F">
              <w:rPr>
                <w:rStyle w:val="SITemporaryText"/>
                <w:rFonts w:eastAsia="Calibri"/>
                <w:color w:val="auto"/>
                <w:sz w:val="20"/>
              </w:rPr>
              <w:t>:</w:t>
            </w:r>
          </w:p>
          <w:p w14:paraId="7A034071" w14:textId="63821E88" w:rsidR="006F1AD1" w:rsidRPr="00AB790F" w:rsidRDefault="006F1AD1" w:rsidP="00AB790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B790F">
              <w:rPr>
                <w:rStyle w:val="SITemporaryText"/>
                <w:rFonts w:eastAsia="Calibri"/>
                <w:color w:val="auto"/>
                <w:sz w:val="20"/>
              </w:rPr>
              <w:t>access to employees and/or contractors.</w:t>
            </w:r>
          </w:p>
          <w:p w14:paraId="42BA9F06" w14:textId="77777777" w:rsidR="005B191B" w:rsidRPr="005B191B" w:rsidRDefault="005B191B" w:rsidP="005B191B">
            <w:pPr>
              <w:pStyle w:val="SIText"/>
            </w:pPr>
          </w:p>
          <w:p w14:paraId="066B7B45" w14:textId="1A9F38C0" w:rsidR="00F1480E" w:rsidRPr="000754EC" w:rsidRDefault="005B191B" w:rsidP="0026208C">
            <w:pPr>
              <w:pStyle w:val="SIText"/>
              <w:rPr>
                <w:rFonts w:eastAsia="Calibri"/>
              </w:rPr>
            </w:pPr>
            <w:r w:rsidRPr="005B191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73AC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7B571E" w14:textId="77777777" w:rsidTr="004679E3">
        <w:tc>
          <w:tcPr>
            <w:tcW w:w="990" w:type="pct"/>
            <w:shd w:val="clear" w:color="auto" w:fill="auto"/>
          </w:tcPr>
          <w:p w14:paraId="58AF97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9DA3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915C6E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DC9E8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301F0" w14:textId="77777777" w:rsidR="00C00F39" w:rsidRDefault="00C00F39" w:rsidP="00BF3F0A">
      <w:r>
        <w:separator/>
      </w:r>
    </w:p>
    <w:p w14:paraId="531E1812" w14:textId="77777777" w:rsidR="00C00F39" w:rsidRDefault="00C00F39"/>
  </w:endnote>
  <w:endnote w:type="continuationSeparator" w:id="0">
    <w:p w14:paraId="2423A968" w14:textId="77777777" w:rsidR="00C00F39" w:rsidRDefault="00C00F39" w:rsidP="00BF3F0A">
      <w:r>
        <w:continuationSeparator/>
      </w:r>
    </w:p>
    <w:p w14:paraId="0726CE55" w14:textId="77777777" w:rsidR="00C00F39" w:rsidRDefault="00C00F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4CB542" w14:textId="58FED30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1566">
          <w:rPr>
            <w:noProof/>
          </w:rPr>
          <w:t>1</w:t>
        </w:r>
        <w:r w:rsidRPr="000754EC">
          <w:fldChar w:fldCharType="end"/>
        </w:r>
      </w:p>
      <w:p w14:paraId="40D27A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A891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50FB1" w14:textId="77777777" w:rsidR="00C00F39" w:rsidRDefault="00C00F39" w:rsidP="00BF3F0A">
      <w:r>
        <w:separator/>
      </w:r>
    </w:p>
    <w:p w14:paraId="05B7C428" w14:textId="77777777" w:rsidR="00C00F39" w:rsidRDefault="00C00F39"/>
  </w:footnote>
  <w:footnote w:type="continuationSeparator" w:id="0">
    <w:p w14:paraId="1EE42E02" w14:textId="77777777" w:rsidR="00C00F39" w:rsidRDefault="00C00F39" w:rsidP="00BF3F0A">
      <w:r>
        <w:continuationSeparator/>
      </w:r>
    </w:p>
    <w:p w14:paraId="32C5D2D3" w14:textId="77777777" w:rsidR="00C00F39" w:rsidRDefault="00C00F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75FBC" w14:textId="1281587C" w:rsidR="009C2650" w:rsidRPr="000754EC" w:rsidRDefault="00EB27E5" w:rsidP="00146EEC">
    <w:pPr>
      <w:pStyle w:val="SIText"/>
    </w:pPr>
    <w:r>
      <w:t>AHCBUS</w:t>
    </w:r>
    <w:r w:rsidR="00506C7D">
      <w:t>5</w:t>
    </w:r>
    <w:r w:rsidR="00BD1566">
      <w:t>1</w:t>
    </w:r>
    <w:r w:rsidR="00506C7D">
      <w:t xml:space="preserve">1 </w:t>
    </w:r>
    <w:r w:rsidR="00A3322B" w:rsidRPr="00A3322B">
      <w:t>Manage enterprise staff requirements</w:t>
    </w:r>
    <w:r w:rsidR="00A3322B" w:rsidRPr="00A3322B" w:rsidDel="00A3322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59774F"/>
    <w:multiLevelType w:val="hybridMultilevel"/>
    <w:tmpl w:val="DFD46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F2331"/>
    <w:multiLevelType w:val="hybridMultilevel"/>
    <w:tmpl w:val="90FEF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tDAzMDI3tzA2tjRT0lEKTi0uzszPAykwrAUA83LTwCwAAAA="/>
  </w:docVars>
  <w:rsids>
    <w:rsidRoot w:val="002F4BEC"/>
    <w:rsid w:val="000014B9"/>
    <w:rsid w:val="000041B1"/>
    <w:rsid w:val="000046D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AD8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5CE"/>
    <w:rsid w:val="0021210E"/>
    <w:rsid w:val="0021414D"/>
    <w:rsid w:val="00223124"/>
    <w:rsid w:val="00233143"/>
    <w:rsid w:val="00234444"/>
    <w:rsid w:val="00242293"/>
    <w:rsid w:val="00244EA7"/>
    <w:rsid w:val="0026208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489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6C7D"/>
    <w:rsid w:val="005124F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91B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418"/>
    <w:rsid w:val="00686A49"/>
    <w:rsid w:val="00687B62"/>
    <w:rsid w:val="00690C44"/>
    <w:rsid w:val="006969D9"/>
    <w:rsid w:val="006A2B68"/>
    <w:rsid w:val="006B1CB4"/>
    <w:rsid w:val="006C2F32"/>
    <w:rsid w:val="006D38C3"/>
    <w:rsid w:val="006D4448"/>
    <w:rsid w:val="006D6DFD"/>
    <w:rsid w:val="006E2C4D"/>
    <w:rsid w:val="006E42FE"/>
    <w:rsid w:val="006F0D02"/>
    <w:rsid w:val="006F10FE"/>
    <w:rsid w:val="006F1AD1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CD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79A"/>
    <w:rsid w:val="007D5A78"/>
    <w:rsid w:val="007E3BD1"/>
    <w:rsid w:val="007F1563"/>
    <w:rsid w:val="007F1EB2"/>
    <w:rsid w:val="007F44DB"/>
    <w:rsid w:val="007F5A8B"/>
    <w:rsid w:val="008151B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B34"/>
    <w:rsid w:val="008E260C"/>
    <w:rsid w:val="008E39BE"/>
    <w:rsid w:val="008E62EC"/>
    <w:rsid w:val="008F32F6"/>
    <w:rsid w:val="00916CD7"/>
    <w:rsid w:val="00920927"/>
    <w:rsid w:val="00921B38"/>
    <w:rsid w:val="00923720"/>
    <w:rsid w:val="00923B20"/>
    <w:rsid w:val="009278C9"/>
    <w:rsid w:val="00932CD7"/>
    <w:rsid w:val="00944C09"/>
    <w:rsid w:val="009527CB"/>
    <w:rsid w:val="00953835"/>
    <w:rsid w:val="00960F6C"/>
    <w:rsid w:val="00970747"/>
    <w:rsid w:val="00977209"/>
    <w:rsid w:val="0098631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22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90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63F"/>
    <w:rsid w:val="00BB1755"/>
    <w:rsid w:val="00BB23F4"/>
    <w:rsid w:val="00BC5075"/>
    <w:rsid w:val="00BC5419"/>
    <w:rsid w:val="00BD1566"/>
    <w:rsid w:val="00BD3B0F"/>
    <w:rsid w:val="00BF1D4C"/>
    <w:rsid w:val="00BF3F0A"/>
    <w:rsid w:val="00C00F3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A95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626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8E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CE7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2680A-E9AF-41C1-A51A-076685CCE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19CB31-6E5E-4D07-AA85-B2679E22F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22</cp:revision>
  <cp:lastPrinted>2016-05-27T05:21:00Z</cp:lastPrinted>
  <dcterms:created xsi:type="dcterms:W3CDTF">2018-08-06T01:57:00Z</dcterms:created>
  <dcterms:modified xsi:type="dcterms:W3CDTF">2019-05-30T01:36:00Z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7168">
    <vt:lpwstr>115</vt:lpwstr>
  </property>
</Properties>
</file>